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681F4FF9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0B807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2024-2027</w:t>
      </w:r>
    </w:p>
    <w:p w14:paraId="58C9E429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1C02363C" w:rsidR="00445970" w:rsidRPr="00B169DF" w:rsidRDefault="00651DD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</w:r>
      <w:r w:rsidR="00445970"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0C59AF">
        <w:rPr>
          <w:rFonts w:ascii="Corbel" w:hAnsi="Corbel"/>
          <w:sz w:val="20"/>
          <w:szCs w:val="20"/>
        </w:rPr>
        <w:t>20</w:t>
      </w:r>
      <w:r w:rsidR="000C59AF" w:rsidRPr="000C59AF">
        <w:rPr>
          <w:rFonts w:ascii="Corbel" w:hAnsi="Corbel"/>
          <w:sz w:val="20"/>
          <w:szCs w:val="20"/>
        </w:rPr>
        <w:t>25</w:t>
      </w:r>
      <w:r>
        <w:rPr>
          <w:rFonts w:ascii="Corbel" w:hAnsi="Corbel"/>
          <w:sz w:val="20"/>
          <w:szCs w:val="20"/>
        </w:rPr>
        <w:t>/</w:t>
      </w:r>
      <w:r w:rsidR="000C59AF" w:rsidRPr="000C59AF">
        <w:rPr>
          <w:rFonts w:ascii="Corbel" w:hAnsi="Corbel"/>
          <w:sz w:val="20"/>
          <w:szCs w:val="20"/>
        </w:rPr>
        <w:t>2026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65C91E63" w:rsidR="0085747A" w:rsidRPr="00614E6F" w:rsidRDefault="00473A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3AA9">
              <w:rPr>
                <w:rFonts w:ascii="Corbel" w:hAnsi="Corbel"/>
                <w:b w:val="0"/>
                <w:sz w:val="24"/>
                <w:szCs w:val="24"/>
              </w:rPr>
              <w:t>Poradnictwo socjalne dla rodzin o szczególnych potrzebach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34B90D62" w:rsidR="0085747A" w:rsidRPr="00B169DF" w:rsidRDefault="00DC3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4A0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473AA9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DC34A0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473AA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3007C9ED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473AA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03FFF1B1" w:rsidR="00DC34A0" w:rsidRPr="00B169DF" w:rsidRDefault="00473AA9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496E399D" w:rsidR="00DC34A0" w:rsidRPr="00B169DF" w:rsidRDefault="00473AA9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14:paraId="33BF5993" w14:textId="24A51919" w:rsidR="00923D7D" w:rsidRPr="00B169DF" w:rsidRDefault="0085747A" w:rsidP="00473AA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2A7157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CE33D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1BEF21B2" w:rsidR="00015B8F" w:rsidRPr="00B169DF" w:rsidRDefault="00A27B23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473AA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6DAEF25B" w:rsidR="00015B8F" w:rsidRPr="00B169DF" w:rsidRDefault="00473AA9" w:rsidP="00CE33D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147DF825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688B7F" w14:textId="77777777" w:rsidR="00CE33D8" w:rsidRDefault="00CE33D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3FA566E1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10BC651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267F4162" w14:textId="77777777" w:rsidR="00CE33D8" w:rsidRPr="00B169DF" w:rsidRDefault="00CE33D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71FBB48B" w:rsidR="0085747A" w:rsidRPr="00B169DF" w:rsidRDefault="00E47BE1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7B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przedmiotu: System prawny pomocy społecznej i prawo socjalne</w:t>
            </w:r>
          </w:p>
        </w:tc>
      </w:tr>
    </w:tbl>
    <w:p w14:paraId="1387A50F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77CE2E" w14:textId="77777777" w:rsidR="00E47BE1" w:rsidRDefault="00E47B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B76D46" w14:textId="77777777" w:rsidR="00E47BE1" w:rsidRDefault="00E47B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3E127" w14:textId="1ABDDCFB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226A3" w:rsidRPr="00B169DF" w14:paraId="32D614AD" w14:textId="77777777" w:rsidTr="00A2511C">
        <w:tc>
          <w:tcPr>
            <w:tcW w:w="851" w:type="dxa"/>
            <w:vAlign w:val="center"/>
          </w:tcPr>
          <w:p w14:paraId="29E69D89" w14:textId="77777777" w:rsidR="009226A3" w:rsidRPr="00B169DF" w:rsidRDefault="009226A3" w:rsidP="009226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57E1" w14:textId="0EE229F0" w:rsidR="009226A3" w:rsidRPr="009226A3" w:rsidRDefault="00E47BE1" w:rsidP="009226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7BE1">
              <w:rPr>
                <w:rFonts w:ascii="Corbel" w:hAnsi="Corbel"/>
                <w:b w:val="0"/>
                <w:bCs/>
                <w:sz w:val="24"/>
                <w:szCs w:val="24"/>
              </w:rPr>
              <w:t>Przyswojenie wiedzy na temat systemu poradnictwa socjalnego w systemie pomocy społecznej</w:t>
            </w:r>
          </w:p>
        </w:tc>
      </w:tr>
      <w:tr w:rsidR="009226A3" w:rsidRPr="00B169DF" w14:paraId="3913C9CF" w14:textId="77777777" w:rsidTr="00A2511C">
        <w:tc>
          <w:tcPr>
            <w:tcW w:w="851" w:type="dxa"/>
            <w:vAlign w:val="center"/>
          </w:tcPr>
          <w:p w14:paraId="59E404B1" w14:textId="2E2B6759" w:rsidR="009226A3" w:rsidRPr="00B169DF" w:rsidRDefault="009226A3" w:rsidP="009226A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DDF5" w14:textId="156F82DA" w:rsidR="009226A3" w:rsidRPr="009226A3" w:rsidRDefault="00E47BE1" w:rsidP="009226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7BE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Kształtowanie umiejętności doboru odpowiednich form wsparcia i pomocy rodzinom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 szczególnych potrzebach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0D33" w14:paraId="572789FA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E22EF1B" w14:textId="2D56EC5A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Charakteryzuje instytucje udzielające pomocy i wsparcia rodzinom </w:t>
            </w:r>
            <w:r w:rsidRPr="00E47BE1">
              <w:rPr>
                <w:rFonts w:ascii="Corbel" w:hAnsi="Corbel"/>
                <w:b w:val="0"/>
                <w:smallCaps w:val="0"/>
                <w:szCs w:val="24"/>
              </w:rPr>
              <w:t>o szczególnych potrzebach</w:t>
            </w:r>
          </w:p>
        </w:tc>
        <w:tc>
          <w:tcPr>
            <w:tcW w:w="1873" w:type="dxa"/>
          </w:tcPr>
          <w:p w14:paraId="5D3BB8A5" w14:textId="4B023347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B0D33" w14:paraId="3013CEB0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6B86D8" w14:textId="7AFC0325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Określa zakres pomocy i wsparcia udzielanego przez różne instytucje na rzecz rodzin </w:t>
            </w:r>
            <w:r w:rsidRPr="00E47BE1">
              <w:rPr>
                <w:rFonts w:ascii="Corbel" w:hAnsi="Corbel"/>
                <w:b w:val="0"/>
                <w:smallCaps w:val="0"/>
                <w:szCs w:val="24"/>
              </w:rPr>
              <w:t>o szczególnych potrzebach</w:t>
            </w:r>
          </w:p>
        </w:tc>
        <w:tc>
          <w:tcPr>
            <w:tcW w:w="1873" w:type="dxa"/>
          </w:tcPr>
          <w:p w14:paraId="3D20D839" w14:textId="2E75FFB0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1575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B0D33" w14:paraId="0B8C24BD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6D18D06" w14:textId="7FA31AA9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świadczenia określonych form pomocy rodzinom </w:t>
            </w:r>
            <w:r w:rsidRPr="00E47BE1">
              <w:rPr>
                <w:rFonts w:ascii="Corbel" w:hAnsi="Corbel"/>
                <w:b w:val="0"/>
                <w:smallCaps w:val="0"/>
                <w:szCs w:val="24"/>
              </w:rPr>
              <w:t>o szczególnych potrzebac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</w:p>
        </w:tc>
        <w:tc>
          <w:tcPr>
            <w:tcW w:w="1873" w:type="dxa"/>
          </w:tcPr>
          <w:p w14:paraId="401BF4D3" w14:textId="7FDED50E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4B0D33" w14:paraId="650ACE4D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2371C6" w14:textId="2B381409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Wykorzystuje posiadaną wiedzę na temat form pomocy i wsparcia społecznego w celu formułowania określonych programów pomocy rodzinom </w:t>
            </w:r>
            <w:r w:rsidRPr="004B0D33">
              <w:rPr>
                <w:rFonts w:ascii="Corbel" w:hAnsi="Corbel"/>
                <w:b w:val="0"/>
                <w:smallCaps w:val="0"/>
                <w:szCs w:val="24"/>
              </w:rPr>
              <w:t>o szczególnych potrzebach</w:t>
            </w:r>
          </w:p>
        </w:tc>
        <w:tc>
          <w:tcPr>
            <w:tcW w:w="1873" w:type="dxa"/>
          </w:tcPr>
          <w:p w14:paraId="54D0B05D" w14:textId="22A07D4A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B0D33" w14:paraId="182D6C2B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5D1A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8959553" w14:textId="3847CA0E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wybrane problemy rodziny i proponuje określone formy pomocy społecznej</w:t>
            </w:r>
          </w:p>
        </w:tc>
        <w:tc>
          <w:tcPr>
            <w:tcW w:w="1873" w:type="dxa"/>
          </w:tcPr>
          <w:p w14:paraId="3D8E53B0" w14:textId="01F33576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B0D33" w14:paraId="33304240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704F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3305380" w14:textId="351F3A2D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dentyfikuje możliwości współpracy interdyscyplinarnej na rzecz wspierania rodziny w środowisku lokalnym</w:t>
            </w:r>
          </w:p>
        </w:tc>
        <w:tc>
          <w:tcPr>
            <w:tcW w:w="1873" w:type="dxa"/>
          </w:tcPr>
          <w:p w14:paraId="5000364F" w14:textId="6A569E78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0D33" w14:paraId="2193FAD9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6B03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6984328" w14:textId="0A07A7F1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Jest gotów do współpracy z różnymi instytucjami wsparcia rodziny w danym środowisku lokalnym</w:t>
            </w:r>
          </w:p>
        </w:tc>
        <w:tc>
          <w:tcPr>
            <w:tcW w:w="1873" w:type="dxa"/>
          </w:tcPr>
          <w:p w14:paraId="2A55330B" w14:textId="180A610D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4B0D33" w14:paraId="4A27625F" w14:textId="77777777" w:rsidTr="000B07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261B" w14:textId="77777777" w:rsidR="004B0D33" w:rsidRDefault="004B0D33" w:rsidP="004B0D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7C1BA64" w14:textId="62C288FD" w:rsidR="004B0D33" w:rsidRDefault="004B0D33" w:rsidP="004B0D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5512">
              <w:rPr>
                <w:rFonts w:ascii="Corbel" w:hAnsi="Corbel"/>
                <w:b w:val="0"/>
                <w:smallCaps w:val="0"/>
                <w:szCs w:val="24"/>
              </w:rPr>
              <w:t>Rozpoznaje bariery i ograniczenia dla pomocy rodzinom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 </w:t>
            </w:r>
            <w:r w:rsidRPr="00CC5512">
              <w:rPr>
                <w:rFonts w:ascii="Corbel" w:hAnsi="Corbel"/>
                <w:b w:val="0"/>
                <w:smallCaps w:val="0"/>
                <w:szCs w:val="24"/>
              </w:rPr>
              <w:t>danym środowisku. Potrafi zaproponować konkretne rozwiązania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niwelujące te bariery</w:t>
            </w:r>
          </w:p>
        </w:tc>
        <w:tc>
          <w:tcPr>
            <w:tcW w:w="1873" w:type="dxa"/>
          </w:tcPr>
          <w:p w14:paraId="3E186D56" w14:textId="6139F913" w:rsidR="004B0D33" w:rsidRPr="009C0121" w:rsidRDefault="004B0D33" w:rsidP="004B0D3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33625EFE" w14:textId="77777777" w:rsidR="004B0D33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</w:t>
      </w:r>
    </w:p>
    <w:p w14:paraId="49CF4502" w14:textId="08154771" w:rsidR="0085747A" w:rsidRPr="0069721F" w:rsidRDefault="0069721F" w:rsidP="0069721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 </w:t>
      </w:r>
      <w:r w:rsidR="00675843"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2E7AE064" w:rsidR="0085747A" w:rsidRPr="00B169DF" w:rsidRDefault="00D95E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290C7B0" w14:textId="77777777" w:rsidTr="00D3711E">
        <w:tc>
          <w:tcPr>
            <w:tcW w:w="9520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D41E3" w:rsidRPr="00B169DF" w14:paraId="248DF736" w14:textId="77777777" w:rsidTr="00D3711E">
        <w:tc>
          <w:tcPr>
            <w:tcW w:w="9520" w:type="dxa"/>
          </w:tcPr>
          <w:p w14:paraId="758C5B0D" w14:textId="73FD04C2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jako forma pomocy społecznej: cele</w:t>
            </w:r>
            <w:r w:rsidR="00D3711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zadania poradnictwa socjalnego</w:t>
            </w:r>
            <w:r w:rsidR="00D3711E">
              <w:rPr>
                <w:rFonts w:ascii="Corbel" w:hAnsi="Corbel"/>
                <w:sz w:val="24"/>
                <w:szCs w:val="24"/>
              </w:rPr>
              <w:t xml:space="preserve"> i warunki procesu poradniczego</w:t>
            </w:r>
          </w:p>
        </w:tc>
      </w:tr>
      <w:tr w:rsidR="006D41E3" w:rsidRPr="00B169DF" w14:paraId="583DE297" w14:textId="77777777" w:rsidTr="00D3711E">
        <w:tc>
          <w:tcPr>
            <w:tcW w:w="9520" w:type="dxa"/>
          </w:tcPr>
          <w:p w14:paraId="7551A543" w14:textId="2D68A36F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 i techniki poradnictwa socjalnego</w:t>
            </w:r>
          </w:p>
        </w:tc>
      </w:tr>
      <w:tr w:rsidR="006D41E3" w:rsidRPr="00B169DF" w14:paraId="457F0963" w14:textId="77777777" w:rsidTr="00D3711E">
        <w:tc>
          <w:tcPr>
            <w:tcW w:w="9520" w:type="dxa"/>
          </w:tcPr>
          <w:p w14:paraId="7B389A29" w14:textId="588A44DE" w:rsidR="006D41E3" w:rsidRPr="00B169DF" w:rsidRDefault="00D3711E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interpersonalna w poradnictwie socjalnym</w:t>
            </w:r>
          </w:p>
        </w:tc>
      </w:tr>
      <w:tr w:rsidR="00D3711E" w:rsidRPr="00B169DF" w14:paraId="66284878" w14:textId="77777777" w:rsidTr="00D3711E">
        <w:tc>
          <w:tcPr>
            <w:tcW w:w="9520" w:type="dxa"/>
          </w:tcPr>
          <w:p w14:paraId="2C5C25F1" w14:textId="3D0889F3" w:rsidR="00D3711E" w:rsidRDefault="00D3711E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socjalne w sytuacji kryzysów małżeńskich</w:t>
            </w:r>
          </w:p>
        </w:tc>
      </w:tr>
      <w:tr w:rsidR="006D41E3" w:rsidRPr="00B169DF" w14:paraId="55C1E1FB" w14:textId="77777777" w:rsidTr="00D3711E">
        <w:tc>
          <w:tcPr>
            <w:tcW w:w="9520" w:type="dxa"/>
          </w:tcPr>
          <w:p w14:paraId="1EFC7284" w14:textId="5668C9B1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przemocą domową</w:t>
            </w:r>
          </w:p>
        </w:tc>
      </w:tr>
      <w:tr w:rsidR="006D41E3" w:rsidRPr="00B169DF" w14:paraId="28283D6C" w14:textId="77777777" w:rsidTr="00D3711E">
        <w:tc>
          <w:tcPr>
            <w:tcW w:w="9520" w:type="dxa"/>
          </w:tcPr>
          <w:p w14:paraId="53DEDF45" w14:textId="0D0E72C8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dla rodzin dotkniętych problemem uzależnień</w:t>
            </w:r>
          </w:p>
        </w:tc>
      </w:tr>
      <w:tr w:rsidR="006D41E3" w:rsidRPr="00B169DF" w14:paraId="529748E2" w14:textId="77777777" w:rsidTr="00D3711E">
        <w:tc>
          <w:tcPr>
            <w:tcW w:w="9520" w:type="dxa"/>
          </w:tcPr>
          <w:p w14:paraId="02BE1E26" w14:textId="7E561036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Poradnictwo w sytuacji ubóstwa i bezrobocia w rodzinie</w:t>
            </w:r>
          </w:p>
        </w:tc>
      </w:tr>
      <w:tr w:rsidR="006D41E3" w:rsidRPr="00B169DF" w14:paraId="2C3265D1" w14:textId="77777777" w:rsidTr="00D3711E">
        <w:tc>
          <w:tcPr>
            <w:tcW w:w="9520" w:type="dxa"/>
          </w:tcPr>
          <w:p w14:paraId="2B1DAAE9" w14:textId="5E0AC306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Poradnictwo dla rodzin z </w:t>
            </w:r>
            <w:r w:rsidR="00D3711E">
              <w:rPr>
                <w:rFonts w:ascii="Corbel" w:hAnsi="Corbel"/>
                <w:sz w:val="24"/>
                <w:szCs w:val="24"/>
              </w:rPr>
              <w:t xml:space="preserve">dzieckiem z niepełnosprawnościami </w:t>
            </w:r>
          </w:p>
        </w:tc>
      </w:tr>
      <w:tr w:rsidR="006D41E3" w:rsidRPr="00B169DF" w14:paraId="3676239E" w14:textId="77777777" w:rsidTr="00D3711E">
        <w:tc>
          <w:tcPr>
            <w:tcW w:w="9520" w:type="dxa"/>
          </w:tcPr>
          <w:p w14:paraId="496157E7" w14:textId="55AE4358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Poradnictwo dla </w:t>
            </w:r>
            <w:r w:rsidR="00D3711E">
              <w:rPr>
                <w:rFonts w:ascii="Corbel" w:hAnsi="Corbel"/>
                <w:sz w:val="24"/>
                <w:szCs w:val="24"/>
              </w:rPr>
              <w:t>dorosłych osób z niepełnosprawnością oraz ich rodzin</w:t>
            </w:r>
          </w:p>
        </w:tc>
      </w:tr>
      <w:tr w:rsidR="006D41E3" w:rsidRPr="00B169DF" w14:paraId="191BA72A" w14:textId="77777777" w:rsidTr="00D3711E">
        <w:tc>
          <w:tcPr>
            <w:tcW w:w="9520" w:type="dxa"/>
          </w:tcPr>
          <w:p w14:paraId="79039297" w14:textId="507C9131" w:rsidR="006D41E3" w:rsidRPr="00B169DF" w:rsidRDefault="006D41E3" w:rsidP="006D41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Poradnictwo dla rodzin </w:t>
            </w:r>
            <w:r w:rsidR="00D3711E">
              <w:rPr>
                <w:rFonts w:ascii="Corbel" w:hAnsi="Corbel"/>
                <w:sz w:val="24"/>
                <w:szCs w:val="24"/>
              </w:rPr>
              <w:t>skazanych odbywających kary pozbawienia wolności</w:t>
            </w:r>
          </w:p>
        </w:tc>
      </w:tr>
    </w:tbl>
    <w:p w14:paraId="592AA0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65C13D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28F492" w14:textId="33E01A1D" w:rsidR="00E960BB" w:rsidRPr="006D41E3" w:rsidRDefault="006D41E3" w:rsidP="006D41E3">
      <w:pPr>
        <w:jc w:val="both"/>
        <w:rPr>
          <w:rFonts w:ascii="Corbel" w:hAnsi="Corbel"/>
          <w:i/>
        </w:rPr>
      </w:pPr>
      <w:r>
        <w:rPr>
          <w:rFonts w:ascii="Corbel" w:hAnsi="Corbel"/>
          <w:i/>
          <w:sz w:val="24"/>
        </w:rPr>
        <w:t>Konwersatorium</w:t>
      </w:r>
      <w:r w:rsidR="00D95E23" w:rsidRPr="00BF5895">
        <w:rPr>
          <w:rFonts w:ascii="Corbel" w:hAnsi="Corbel"/>
          <w:i/>
          <w:sz w:val="24"/>
        </w:rPr>
        <w:t xml:space="preserve">: </w:t>
      </w:r>
      <w:r>
        <w:rPr>
          <w:rFonts w:ascii="Corbel" w:hAnsi="Corbel"/>
          <w:i/>
        </w:rPr>
        <w:t>w</w:t>
      </w:r>
      <w:r w:rsidRPr="006D41E3">
        <w:rPr>
          <w:rFonts w:ascii="Corbel" w:hAnsi="Corbel"/>
          <w:i/>
        </w:rPr>
        <w:t>ykład problemowy z prezentacją multimedialną</w:t>
      </w:r>
      <w:r>
        <w:rPr>
          <w:rFonts w:ascii="Corbel" w:hAnsi="Corbel"/>
          <w:i/>
        </w:rPr>
        <w:t xml:space="preserve">, </w:t>
      </w:r>
      <w:r w:rsidR="00D3711E">
        <w:rPr>
          <w:rFonts w:ascii="Corbel" w:hAnsi="Corbel"/>
          <w:i/>
        </w:rPr>
        <w:t>dyskusje problemowe</w:t>
      </w: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41E3" w:rsidRPr="00B169DF" w14:paraId="7E9ABBC6" w14:textId="77777777" w:rsidTr="00C05F44">
        <w:tc>
          <w:tcPr>
            <w:tcW w:w="1985" w:type="dxa"/>
          </w:tcPr>
          <w:p w14:paraId="71C29F7F" w14:textId="77777777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26DBBAE" w14:textId="1D19FD19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56C5D575" w14:textId="005D7995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6917A329" w14:textId="77777777" w:rsidTr="00C05F44">
        <w:tc>
          <w:tcPr>
            <w:tcW w:w="1985" w:type="dxa"/>
          </w:tcPr>
          <w:p w14:paraId="112285B5" w14:textId="1B9973F4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4701E15" w14:textId="090F56B1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0C3F07B7" w14:textId="0F1E17AD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7E972834" w14:textId="77777777" w:rsidTr="00C05F44">
        <w:tc>
          <w:tcPr>
            <w:tcW w:w="1985" w:type="dxa"/>
          </w:tcPr>
          <w:p w14:paraId="5F33D069" w14:textId="0F93A283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CF309F" w14:textId="2C7D7707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</w:t>
            </w:r>
          </w:p>
        </w:tc>
        <w:tc>
          <w:tcPr>
            <w:tcW w:w="2126" w:type="dxa"/>
          </w:tcPr>
          <w:p w14:paraId="648933DA" w14:textId="465B7E45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20689A82" w14:textId="77777777" w:rsidTr="00C05F44">
        <w:tc>
          <w:tcPr>
            <w:tcW w:w="1985" w:type="dxa"/>
          </w:tcPr>
          <w:p w14:paraId="35E5E792" w14:textId="53D44DC6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FF19A91" w14:textId="644C2042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Referat, udział w dyskusji</w:t>
            </w:r>
          </w:p>
        </w:tc>
        <w:tc>
          <w:tcPr>
            <w:tcW w:w="2126" w:type="dxa"/>
          </w:tcPr>
          <w:p w14:paraId="02C37B94" w14:textId="4D79BFF7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520CEB3C" w14:textId="77777777" w:rsidTr="00C05F44">
        <w:tc>
          <w:tcPr>
            <w:tcW w:w="1985" w:type="dxa"/>
          </w:tcPr>
          <w:p w14:paraId="68FF414C" w14:textId="052E1DBC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7902D6" w14:textId="577E6036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Referat, udział w dyskusji</w:t>
            </w:r>
          </w:p>
        </w:tc>
        <w:tc>
          <w:tcPr>
            <w:tcW w:w="2126" w:type="dxa"/>
          </w:tcPr>
          <w:p w14:paraId="746E99BD" w14:textId="3A0FB782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191A1B48" w14:textId="77777777" w:rsidTr="00C05F44">
        <w:tc>
          <w:tcPr>
            <w:tcW w:w="1985" w:type="dxa"/>
          </w:tcPr>
          <w:p w14:paraId="1A8D60CE" w14:textId="64344585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CC78B43" w14:textId="263DE876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Referat, udział w dyskusji</w:t>
            </w:r>
          </w:p>
        </w:tc>
        <w:tc>
          <w:tcPr>
            <w:tcW w:w="2126" w:type="dxa"/>
          </w:tcPr>
          <w:p w14:paraId="4E366DAB" w14:textId="17B7C031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61B9A00C" w14:textId="77777777" w:rsidTr="00C05F44">
        <w:tc>
          <w:tcPr>
            <w:tcW w:w="1985" w:type="dxa"/>
          </w:tcPr>
          <w:p w14:paraId="65BC257E" w14:textId="2CF30597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DF72D5C" w14:textId="300BBF79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Referat, udział w dyskusji</w:t>
            </w:r>
          </w:p>
        </w:tc>
        <w:tc>
          <w:tcPr>
            <w:tcW w:w="2126" w:type="dxa"/>
          </w:tcPr>
          <w:p w14:paraId="0E94136B" w14:textId="672B8002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D41E3" w:rsidRPr="00B169DF" w14:paraId="2E615217" w14:textId="77777777" w:rsidTr="00C05F44">
        <w:tc>
          <w:tcPr>
            <w:tcW w:w="1985" w:type="dxa"/>
          </w:tcPr>
          <w:p w14:paraId="6596751F" w14:textId="3B6954B9" w:rsidR="006D41E3" w:rsidRPr="00B169DF" w:rsidRDefault="006D41E3" w:rsidP="006D41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180A84" w14:textId="4DBD5F2C" w:rsidR="006D41E3" w:rsidRPr="006D41E3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D41E3">
              <w:rPr>
                <w:rFonts w:ascii="Corbel" w:hAnsi="Corbel"/>
                <w:b w:val="0"/>
                <w:szCs w:val="24"/>
              </w:rPr>
              <w:t>Referat, udział w dyskusji</w:t>
            </w:r>
          </w:p>
        </w:tc>
        <w:tc>
          <w:tcPr>
            <w:tcW w:w="2126" w:type="dxa"/>
          </w:tcPr>
          <w:p w14:paraId="2D584524" w14:textId="741B88BB" w:rsidR="006D41E3" w:rsidRPr="0069721F" w:rsidRDefault="006D41E3" w:rsidP="006D4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E0AF864" w14:textId="77777777" w:rsidTr="00923D7D">
        <w:tc>
          <w:tcPr>
            <w:tcW w:w="9670" w:type="dxa"/>
          </w:tcPr>
          <w:p w14:paraId="10C5639A" w14:textId="093830AB" w:rsidR="006D41E3" w:rsidRPr="006D41E3" w:rsidRDefault="006D41E3" w:rsidP="006D4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D41E3">
              <w:rPr>
                <w:rFonts w:ascii="Corbel" w:hAnsi="Corbel"/>
                <w:b w:val="0"/>
                <w:smallCaps w:val="0"/>
                <w:szCs w:val="24"/>
              </w:rPr>
              <w:t>Warunkiem zaliczenia przedmiotu jest udział w dyskusjach problemowych podczas zajęć (</w:t>
            </w:r>
            <w:r w:rsidR="00D3711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D41E3">
              <w:rPr>
                <w:rFonts w:ascii="Corbel" w:hAnsi="Corbel"/>
                <w:b w:val="0"/>
                <w:smallCaps w:val="0"/>
                <w:szCs w:val="24"/>
              </w:rPr>
              <w:t>0% oceny końcowej) oraz uzyskanie pozytywnej oceny z referatu (</w:t>
            </w:r>
            <w:r w:rsidR="00D3711E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6D41E3">
              <w:rPr>
                <w:rFonts w:ascii="Corbel" w:hAnsi="Corbel"/>
                <w:b w:val="0"/>
                <w:smallCaps w:val="0"/>
                <w:szCs w:val="24"/>
              </w:rPr>
              <w:t>0% oceny końcowej).</w:t>
            </w:r>
          </w:p>
          <w:p w14:paraId="36E799FB" w14:textId="4BAFC399" w:rsidR="0085747A" w:rsidRPr="00B169DF" w:rsidRDefault="0085747A" w:rsidP="006D41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3BA307C5" w:rsidR="0085747A" w:rsidRPr="00B169DF" w:rsidRDefault="006D41E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2C4D8360" w:rsidR="00C61DC5" w:rsidRPr="00B169DF" w:rsidRDefault="006D41E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6DF2E593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5E1923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10FB7A95" w:rsidR="00C61DC5" w:rsidRPr="00B169DF" w:rsidRDefault="006D41E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51DB8B" w14:textId="5D5E3B7E" w:rsidR="0085747A" w:rsidRPr="00B169DF" w:rsidRDefault="006D41E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67C364BA" w:rsidR="0085747A" w:rsidRPr="00B169DF" w:rsidRDefault="006D41E3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B169DF" w14:paraId="2E250A0F" w14:textId="77777777" w:rsidTr="00A90670">
        <w:trPr>
          <w:trHeight w:val="397"/>
        </w:trPr>
        <w:tc>
          <w:tcPr>
            <w:tcW w:w="3508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40273AFC" w:rsidR="0085747A" w:rsidRPr="00B169DF" w:rsidRDefault="006F4F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A90670">
        <w:trPr>
          <w:trHeight w:val="397"/>
        </w:trPr>
        <w:tc>
          <w:tcPr>
            <w:tcW w:w="3508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3C0EA80B" w:rsidR="0085747A" w:rsidRPr="00B169DF" w:rsidRDefault="006F4F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B169DF" w14:paraId="7130C5E0" w14:textId="77777777" w:rsidTr="00A90670">
        <w:trPr>
          <w:trHeight w:val="397"/>
        </w:trPr>
        <w:tc>
          <w:tcPr>
            <w:tcW w:w="8953" w:type="dxa"/>
          </w:tcPr>
          <w:p w14:paraId="2BB05B98" w14:textId="132D9C6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D59679" w14:textId="77777777" w:rsidR="00A90670" w:rsidRDefault="00A906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56778F" w14:textId="77777777" w:rsidR="002A0CA6" w:rsidRDefault="002A0CA6" w:rsidP="002A0CA6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Weissbrot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-Koziarska, A. (2012). </w:t>
            </w:r>
            <w:r w:rsidRPr="00F7641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Poradnictwo socjalne dla rodzin. Podręcznik akademicki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Opole: Wyd. Uniwersytetu Opolskiego.</w:t>
            </w:r>
          </w:p>
          <w:p w14:paraId="29A8E14A" w14:textId="77777777" w:rsidR="00D3711E" w:rsidRDefault="002A0CA6" w:rsidP="00D3711E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6A9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B.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4A6A9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(2018).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6A95">
              <w:rPr>
                <w:rFonts w:ascii="Corbel" w:hAnsi="Corbel"/>
                <w:b w:val="0"/>
                <w:i/>
                <w:smallCaps w:val="0"/>
                <w:szCs w:val="24"/>
              </w:rPr>
              <w:t>Poradnictwo w dyskursie interdyscyplinarnym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Rzeszów: </w:t>
            </w:r>
            <w:r w:rsidRPr="004A6A95">
              <w:rPr>
                <w:rFonts w:ascii="Corbel" w:hAnsi="Corbel"/>
                <w:b w:val="0"/>
                <w:smallCaps w:val="0"/>
                <w:szCs w:val="24"/>
              </w:rPr>
              <w:t xml:space="preserve"> Wydawnictwo UR.</w:t>
            </w:r>
          </w:p>
          <w:p w14:paraId="088F0147" w14:textId="05B91D62" w:rsidR="006F4F36" w:rsidRPr="002A0CA6" w:rsidRDefault="002A0CA6" w:rsidP="00D3711E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Biernat, T. i in. red. (2016). 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pracy socjalnej – pomoc 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4A6A9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kryzysowych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Toruń: </w:t>
            </w:r>
            <w:r w:rsidRPr="004A6A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Edukacyjne Akapit.</w:t>
            </w:r>
          </w:p>
        </w:tc>
      </w:tr>
      <w:tr w:rsidR="0085747A" w:rsidRPr="00B169DF" w14:paraId="3D473C6E" w14:textId="77777777" w:rsidTr="00A90670">
        <w:trPr>
          <w:trHeight w:val="397"/>
        </w:trPr>
        <w:tc>
          <w:tcPr>
            <w:tcW w:w="8953" w:type="dxa"/>
          </w:tcPr>
          <w:p w14:paraId="45C43D8E" w14:textId="5E776C24" w:rsidR="006F4F36" w:rsidRDefault="0085747A" w:rsidP="00473A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7C8CAD" w14:textId="77777777" w:rsidR="00A90670" w:rsidRDefault="00A90670" w:rsidP="00473A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461B1D" w14:textId="77777777" w:rsidR="002A0CA6" w:rsidRDefault="002A0CA6" w:rsidP="002A0CA6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Krasiejko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I. (2019).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z dziećmi. Rodzina dysfunkcyjna. Pedagogika, praca socjalna, terapia.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 Wyd. </w:t>
            </w: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98AF6E3" w14:textId="77777777" w:rsidR="002A0CA6" w:rsidRDefault="002A0CA6" w:rsidP="002A0CA6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Sierpowska, I. (2011). </w:t>
            </w:r>
            <w:r w:rsidRPr="000156AC">
              <w:rPr>
                <w:rFonts w:ascii="Corbel" w:hAnsi="Corbel"/>
                <w:b w:val="0"/>
                <w:i/>
                <w:smallCaps w:val="0"/>
                <w:szCs w:val="24"/>
              </w:rPr>
              <w:t>Prawo pomocy społecznej</w:t>
            </w:r>
            <w:r w:rsidRPr="000156AC">
              <w:rPr>
                <w:rFonts w:ascii="Corbel" w:hAnsi="Corbel"/>
                <w:b w:val="0"/>
                <w:smallCaps w:val="0"/>
                <w:szCs w:val="24"/>
              </w:rPr>
              <w:t xml:space="preserve"> (wyd. 4). Warszawa: Wolters Kluwer Polska.</w:t>
            </w:r>
          </w:p>
          <w:p w14:paraId="332E23A7" w14:textId="77777777" w:rsidR="002A0CA6" w:rsidRPr="008D592B" w:rsidRDefault="002A0CA6" w:rsidP="002A0CA6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Witkowska-Paleń, A. (2016).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rodziną dotkniętą przemocą domową – możliwości, wyzwania, perspektywy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W: Biernat, T.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(red.).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 pracy socjalnej – pomoc 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 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sytuacjach trudnych i kryzysowych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Toruń</w:t>
            </w:r>
            <w:proofErr w:type="spellEnd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: </w:t>
            </w:r>
            <w:proofErr w:type="spellStart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Wydawnictwo</w:t>
            </w:r>
            <w:proofErr w:type="spellEnd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Edukacyjne</w:t>
            </w:r>
            <w:proofErr w:type="spellEnd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„</w:t>
            </w:r>
            <w:proofErr w:type="spellStart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Akapit</w:t>
            </w:r>
            <w:proofErr w:type="spellEnd"/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”, 131-146.</w:t>
            </w:r>
          </w:p>
          <w:p w14:paraId="403CBF97" w14:textId="77777777" w:rsidR="00D3711E" w:rsidRDefault="002A0CA6" w:rsidP="00D3711E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8D592B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Witkowska-Paleń, A. (2020). </w:t>
            </w:r>
            <w:r w:rsidRPr="00A94BE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Problems experienced by families of prisoners and possibility of social assistance and support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A94BE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Journal of Modern Science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(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45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)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77-90, </w:t>
            </w:r>
            <w:r w:rsidRPr="00D3711E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https://www.jomswsge.com/Problems-exsperienced-by-families-of-prisoners-and-possibility-of-social-assistance,131608,0,1.html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  </w:t>
            </w:r>
          </w:p>
          <w:p w14:paraId="77240E58" w14:textId="2A66AE62" w:rsidR="00473AA9" w:rsidRPr="00D3711E" w:rsidRDefault="002A0CA6" w:rsidP="00D3711E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D37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Parzyszek</w:t>
            </w:r>
            <w:proofErr w:type="spellEnd"/>
            <w:r w:rsidRPr="00D37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M., </w:t>
            </w:r>
            <w:proofErr w:type="spellStart"/>
            <w:r w:rsidRPr="00D37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Samorańska</w:t>
            </w:r>
            <w:proofErr w:type="spellEnd"/>
            <w:r w:rsidRPr="00D371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M. red. 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(2017). </w:t>
            </w:r>
            <w:r w:rsidRPr="000156A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– wsparcie i pomoc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Wyd. </w:t>
            </w:r>
            <w:proofErr w:type="spellStart"/>
            <w:r w:rsidRPr="00015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Episteme</w:t>
            </w:r>
            <w:proofErr w:type="spellEnd"/>
          </w:p>
        </w:tc>
        <w:bookmarkStart w:id="0" w:name="_GoBack"/>
        <w:bookmarkEnd w:id="0"/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5E6AB039" w:rsidR="0085747A" w:rsidRPr="00B169DF" w:rsidRDefault="0085747A" w:rsidP="0017395C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D37329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2B42C" w14:textId="77777777" w:rsidR="00DA7A3D" w:rsidRDefault="00DA7A3D" w:rsidP="00C16ABF">
      <w:pPr>
        <w:spacing w:after="0" w:line="240" w:lineRule="auto"/>
      </w:pPr>
      <w:r>
        <w:separator/>
      </w:r>
    </w:p>
  </w:endnote>
  <w:endnote w:type="continuationSeparator" w:id="0">
    <w:p w14:paraId="29340B52" w14:textId="77777777" w:rsidR="00DA7A3D" w:rsidRDefault="00DA7A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179BD" w14:textId="77777777" w:rsidR="00DA7A3D" w:rsidRDefault="00DA7A3D" w:rsidP="00C16ABF">
      <w:pPr>
        <w:spacing w:after="0" w:line="240" w:lineRule="auto"/>
      </w:pPr>
      <w:r>
        <w:separator/>
      </w:r>
    </w:p>
  </w:footnote>
  <w:footnote w:type="continuationSeparator" w:id="0">
    <w:p w14:paraId="782546BD" w14:textId="77777777" w:rsidR="00DA7A3D" w:rsidRDefault="00DA7A3D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3CF"/>
    <w:rsid w:val="000C59AF"/>
    <w:rsid w:val="000D04B0"/>
    <w:rsid w:val="000D7976"/>
    <w:rsid w:val="000F1C57"/>
    <w:rsid w:val="000F2FE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95C"/>
    <w:rsid w:val="00176083"/>
    <w:rsid w:val="0018530D"/>
    <w:rsid w:val="00192F37"/>
    <w:rsid w:val="001A443D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84E"/>
    <w:rsid w:val="00291567"/>
    <w:rsid w:val="002A0CA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B75"/>
    <w:rsid w:val="003018BA"/>
    <w:rsid w:val="0030395F"/>
    <w:rsid w:val="00305C92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3AA9"/>
    <w:rsid w:val="0047598D"/>
    <w:rsid w:val="004840FD"/>
    <w:rsid w:val="00490F7D"/>
    <w:rsid w:val="00491678"/>
    <w:rsid w:val="004968E2"/>
    <w:rsid w:val="004A3EEA"/>
    <w:rsid w:val="004A4D1F"/>
    <w:rsid w:val="004B0D33"/>
    <w:rsid w:val="004B3F0E"/>
    <w:rsid w:val="004B439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1F9A"/>
    <w:rsid w:val="0059484D"/>
    <w:rsid w:val="005A0855"/>
    <w:rsid w:val="005A3196"/>
    <w:rsid w:val="005A7292"/>
    <w:rsid w:val="005C080F"/>
    <w:rsid w:val="005C55E5"/>
    <w:rsid w:val="005C696A"/>
    <w:rsid w:val="005E6E85"/>
    <w:rsid w:val="005F00DC"/>
    <w:rsid w:val="005F31D2"/>
    <w:rsid w:val="005F76A3"/>
    <w:rsid w:val="0061029B"/>
    <w:rsid w:val="00614E6F"/>
    <w:rsid w:val="00617230"/>
    <w:rsid w:val="00621CE1"/>
    <w:rsid w:val="00627FC9"/>
    <w:rsid w:val="00647FA8"/>
    <w:rsid w:val="00650C5F"/>
    <w:rsid w:val="00651DDD"/>
    <w:rsid w:val="00654934"/>
    <w:rsid w:val="006620D9"/>
    <w:rsid w:val="00671958"/>
    <w:rsid w:val="00675843"/>
    <w:rsid w:val="00676538"/>
    <w:rsid w:val="00696477"/>
    <w:rsid w:val="0069721F"/>
    <w:rsid w:val="006D050F"/>
    <w:rsid w:val="006D41E3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508DF"/>
    <w:rsid w:val="00950DAC"/>
    <w:rsid w:val="00954A07"/>
    <w:rsid w:val="00997F14"/>
    <w:rsid w:val="009A78D9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670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6E7"/>
    <w:rsid w:val="00C67E92"/>
    <w:rsid w:val="00C70A26"/>
    <w:rsid w:val="00C766DF"/>
    <w:rsid w:val="00C94B98"/>
    <w:rsid w:val="00CA2B96"/>
    <w:rsid w:val="00CA5089"/>
    <w:rsid w:val="00CD6897"/>
    <w:rsid w:val="00CE33D8"/>
    <w:rsid w:val="00CE3E80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3711E"/>
    <w:rsid w:val="00D37329"/>
    <w:rsid w:val="00D3792B"/>
    <w:rsid w:val="00D425B2"/>
    <w:rsid w:val="00D428D6"/>
    <w:rsid w:val="00D552B2"/>
    <w:rsid w:val="00D608D1"/>
    <w:rsid w:val="00D74119"/>
    <w:rsid w:val="00D8075B"/>
    <w:rsid w:val="00D8678B"/>
    <w:rsid w:val="00D95E23"/>
    <w:rsid w:val="00DA2114"/>
    <w:rsid w:val="00DA7A3D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BE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9B43-8062-4A97-B97B-F1B9AD59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6</cp:revision>
  <cp:lastPrinted>2019-02-06T12:12:00Z</cp:lastPrinted>
  <dcterms:created xsi:type="dcterms:W3CDTF">2024-04-02T07:32:00Z</dcterms:created>
  <dcterms:modified xsi:type="dcterms:W3CDTF">2024-08-07T10:36:00Z</dcterms:modified>
</cp:coreProperties>
</file>